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21F2AD23" w:rsidR="00F422D3" w:rsidRDefault="00F422D3" w:rsidP="00B42F40">
      <w:pPr>
        <w:pStyle w:val="Titul2"/>
      </w:pPr>
      <w:r>
        <w:t>Název zakázky: „</w:t>
      </w:r>
      <w:r w:rsidR="000B47E5" w:rsidRPr="000B47E5">
        <w:t>Sázava ON – oprava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CE3CAD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120069">
        <w:t xml:space="preserve">, </w:t>
      </w:r>
      <w:r w:rsidR="00120069" w:rsidRPr="00120069">
        <w:t>na základě pověření č. 2381 ze dne 21. 3. 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7433E0AC" w14:textId="57FF290F"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7221D679" w:rsidR="00F24489" w:rsidRDefault="000B47E5" w:rsidP="00EC73EA">
      <w:pPr>
        <w:pStyle w:val="Text1-1"/>
      </w:pPr>
      <w:r>
        <w:t xml:space="preserve">Objednatel </w:t>
      </w:r>
      <w:r w:rsidR="00F24489" w:rsidRPr="00F97DBD">
        <w:t xml:space="preserve">oznámil uveřejněním </w:t>
      </w:r>
      <w:r w:rsidR="00F24489">
        <w:t xml:space="preserve">na profilu zadavatele: </w:t>
      </w:r>
      <w:hyperlink r:id="rId12" w:history="1">
        <w:r w:rsidR="00C67B70" w:rsidRPr="00D428BA">
          <w:rPr>
            <w:rStyle w:val="Hypertextovodkaz"/>
            <w:noProof w:val="0"/>
          </w:rPr>
          <w:t>https://zakazky.spravazeleznic.cz/</w:t>
        </w:r>
      </w:hyperlink>
      <w:r w:rsidR="00C67B70">
        <w:t xml:space="preserve"> </w:t>
      </w:r>
      <w:r w:rsidR="008B7B47">
        <w:t xml:space="preserve">dne 12. 03. 2021 </w:t>
      </w:r>
      <w:r w:rsidR="00F24489" w:rsidRPr="00F97DBD">
        <w:t xml:space="preserve">pod </w:t>
      </w:r>
      <w:r w:rsidR="00F24489" w:rsidRPr="00F24489">
        <w:t>evidenčním</w:t>
      </w:r>
      <w:r w:rsidR="00F24489" w:rsidRPr="00F97DBD">
        <w:t xml:space="preserve"> číslem </w:t>
      </w:r>
      <w:r w:rsidR="00EC73EA" w:rsidRPr="00EC73EA">
        <w:t>64521035</w:t>
      </w:r>
      <w:r w:rsidR="00EC73EA">
        <w:t xml:space="preserve"> </w:t>
      </w:r>
      <w:r w:rsidR="00F24489" w:rsidRPr="00F97DBD">
        <w:t xml:space="preserve">svůj úmysl zadat </w:t>
      </w:r>
      <w:r w:rsidR="00F24489">
        <w:t xml:space="preserve">ve výběrovém řízení </w:t>
      </w:r>
      <w:r w:rsidR="00F24489" w:rsidRPr="00F97DBD">
        <w:t xml:space="preserve">veřejnou zakázku s názvem </w:t>
      </w:r>
      <w:r w:rsidR="00F24489" w:rsidRPr="003F35F3">
        <w:rPr>
          <w:b/>
        </w:rPr>
        <w:t>„</w:t>
      </w:r>
      <w:r w:rsidRPr="000B47E5">
        <w:rPr>
          <w:b/>
        </w:rPr>
        <w:t>Sázava ON – oprava</w:t>
      </w:r>
      <w:r w:rsidR="00F24489" w:rsidRPr="003F35F3">
        <w:rPr>
          <w:b/>
        </w:rPr>
        <w:t>“</w:t>
      </w:r>
      <w:r w:rsidR="00F24489" w:rsidRPr="00F97DBD">
        <w:t xml:space="preserve"> (dále jen „</w:t>
      </w:r>
      <w:r w:rsidR="00F24489" w:rsidRPr="003F35F3">
        <w:rPr>
          <w:b/>
          <w:bCs/>
        </w:rPr>
        <w:t>Veřejná zakázka</w:t>
      </w:r>
      <w:r w:rsidR="00F24489" w:rsidRPr="00F97DBD">
        <w:t>“)</w:t>
      </w:r>
      <w:r w:rsidR="00F24489">
        <w:t>.</w:t>
      </w:r>
      <w:r w:rsidR="00F24489" w:rsidRPr="00F97DBD">
        <w:t xml:space="preserve"> Na základě tohoto </w:t>
      </w:r>
      <w:r w:rsidR="00C67B70">
        <w:t xml:space="preserve">výběrového </w:t>
      </w:r>
      <w:r w:rsidR="00F24489" w:rsidRPr="00F97DBD">
        <w:t>řízení byla pro plnění Veřejné zakázky vybrána jako nejvhodnější nabídka Zhotovitele</w:t>
      </w:r>
      <w:r w:rsidR="00F24489">
        <w:t>.</w:t>
      </w:r>
      <w:r w:rsidR="00F24489"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38F06F30" w:rsidR="00F24489" w:rsidRDefault="00B84ECC" w:rsidP="00F24489">
      <w:pPr>
        <w:pStyle w:val="Textbezslovn"/>
      </w:pPr>
      <w:r w:rsidRPr="000B47E5">
        <w:t xml:space="preserve">Rekapitulace </w:t>
      </w:r>
      <w:r w:rsidR="00F24489" w:rsidRPr="000B47E5">
        <w:t xml:space="preserve">Ceny Díla dle </w:t>
      </w:r>
      <w:r w:rsidR="00A40CD0" w:rsidRPr="000B47E5">
        <w:t xml:space="preserve">objektů </w:t>
      </w:r>
      <w:r w:rsidR="00F24489" w:rsidRPr="000B47E5">
        <w:t xml:space="preserve">stavebních </w:t>
      </w:r>
      <w:r w:rsidR="00A40CD0" w:rsidRPr="000B47E5">
        <w:t xml:space="preserve">částí </w:t>
      </w:r>
      <w:r w:rsidR="000B47E5" w:rsidRPr="000B47E5">
        <w:t xml:space="preserve">(SO) </w:t>
      </w:r>
      <w:r w:rsidR="00F24489" w:rsidRPr="000B47E5">
        <w:t>je uveden</w:t>
      </w:r>
      <w:r w:rsidRPr="000B47E5">
        <w:t>a</w:t>
      </w:r>
      <w:r w:rsidR="00F24489" w:rsidRPr="000B47E5">
        <w:t xml:space="preserve"> v </w:t>
      </w:r>
      <w:hyperlink w:anchor="ListAnnex04" w:history="1">
        <w:r w:rsidR="00F24489" w:rsidRPr="008B7B47">
          <w:rPr>
            <w:rStyle w:val="Hypertextovodkaz"/>
            <w:rFonts w:cs="Calibri"/>
            <w:color w:val="auto"/>
            <w:u w:val="none"/>
          </w:rPr>
          <w:t>Příloze č. 4</w:t>
        </w:r>
      </w:hyperlink>
      <w:r w:rsidR="00F24489" w:rsidRPr="008B7B47">
        <w:t xml:space="preserve"> </w:t>
      </w:r>
      <w:r w:rsidR="00F24489" w:rsidRPr="000B47E5">
        <w:t>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0206CD3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68332F34" w:rsidR="00F24489" w:rsidRPr="00F24489" w:rsidRDefault="00F24489" w:rsidP="00F24489">
      <w:pPr>
        <w:pStyle w:val="Textbezslovn"/>
        <w:rPr>
          <w:b/>
        </w:rPr>
      </w:pPr>
      <w:r w:rsidRPr="00F24489">
        <w:rPr>
          <w:b/>
        </w:rPr>
        <w:t xml:space="preserve">Zahájení </w:t>
      </w:r>
      <w:r w:rsidR="008B7B47" w:rsidRPr="008B7B47">
        <w:rPr>
          <w:b/>
        </w:rPr>
        <w:t xml:space="preserve">stavebních prací: dnem </w:t>
      </w:r>
      <w:r w:rsidR="00120069">
        <w:rPr>
          <w:b/>
        </w:rPr>
        <w:t>předání Staveniště dle odst. 5.1.1 Přílohy č.2 c</w:t>
      </w:r>
      <w:r w:rsidR="008B7B47" w:rsidRPr="008B7B47">
        <w:rPr>
          <w:b/>
        </w:rPr>
        <w:t>) Smlouvy.</w:t>
      </w:r>
    </w:p>
    <w:p w14:paraId="1E46117A" w14:textId="28928AE1" w:rsidR="00F24489" w:rsidRPr="000B47E5" w:rsidRDefault="00F24489" w:rsidP="00F24489">
      <w:pPr>
        <w:pStyle w:val="Textbezslovn"/>
        <w:rPr>
          <w:b/>
        </w:rPr>
      </w:pPr>
      <w:r w:rsidRPr="00F24489">
        <w:rPr>
          <w:b/>
        </w:rPr>
        <w:t xml:space="preserve">Celková lhůta pro dokončení Díla činí celkem </w:t>
      </w:r>
      <w:r w:rsidR="000B47E5" w:rsidRPr="000B47E5">
        <w:rPr>
          <w:b/>
        </w:rPr>
        <w:t>200</w:t>
      </w:r>
      <w:r w:rsidRPr="000B47E5">
        <w:rPr>
          <w:b/>
        </w:rPr>
        <w:t xml:space="preserve"> </w:t>
      </w:r>
      <w:r w:rsidR="000B47E5" w:rsidRPr="000B47E5">
        <w:rPr>
          <w:b/>
        </w:rPr>
        <w:t xml:space="preserve">dnů </w:t>
      </w:r>
      <w:r w:rsidRPr="000B47E5">
        <w:rPr>
          <w:b/>
        </w:rPr>
        <w:t>ode Dne zahájení stavebních prací (dokladem prokazujícím, že Zhotovitel dokončil celé Dílo, je Předávací protokol dle odst. 10.4 Obchodních podmínek).</w:t>
      </w:r>
    </w:p>
    <w:p w14:paraId="011939F5" w14:textId="74A8C7F2" w:rsidR="00F24489" w:rsidRDefault="00F24489" w:rsidP="00F24489">
      <w:pPr>
        <w:pStyle w:val="Textbezslovn"/>
      </w:pPr>
      <w:r w:rsidRPr="000B47E5">
        <w:t>Lhůta pro dokončení sta</w:t>
      </w:r>
      <w:r w:rsidR="000B47E5" w:rsidRPr="000B47E5">
        <w:t xml:space="preserve">vebních prací činí celkem </w:t>
      </w:r>
      <w:r w:rsidR="000B47E5" w:rsidRPr="000B47E5">
        <w:rPr>
          <w:b/>
        </w:rPr>
        <w:t>200</w:t>
      </w:r>
      <w:r w:rsidRPr="000B47E5">
        <w:rPr>
          <w:b/>
        </w:rPr>
        <w:t xml:space="preserve"> </w:t>
      </w:r>
      <w:r w:rsidR="000B47E5" w:rsidRPr="000B47E5">
        <w:rPr>
          <w:b/>
        </w:rPr>
        <w:t xml:space="preserve">dnů </w:t>
      </w:r>
      <w:r w:rsidRPr="000B47E5">
        <w:t>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2B5D790C" w:rsidR="00F24489" w:rsidRDefault="00F24489" w:rsidP="0038532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385325">
        <w:t>Smluvní strany se dohodly, že dokumentaci skutečného provedení Zhotovitel nevyhotovuje a nepředává Objednateli. Ustanovení Obchodních podmínek týkající se dokumentace skutečného provedení se nepoužijí.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45A30D" w14:textId="7B988837" w:rsidR="00214C3E" w:rsidRPr="00385325" w:rsidRDefault="00214C3E" w:rsidP="00385325">
      <w:pPr>
        <w:pStyle w:val="Text1-1"/>
      </w:pPr>
      <w:r w:rsidRPr="00385325">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168649AB" w:rsidR="00214C3E" w:rsidRPr="00385325" w:rsidRDefault="00214C3E" w:rsidP="00385325">
      <w:pPr>
        <w:pStyle w:val="Text1-1"/>
      </w:pPr>
      <w:r w:rsidRPr="00385325">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w:t>
      </w:r>
      <w:r>
        <w:lastRenderedPageBreak/>
        <w:t xml:space="preserve">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lastRenderedPageBreak/>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3E3D0164" w:rsidR="00214C3E" w:rsidRDefault="00214C3E" w:rsidP="00E70DF3">
      <w:pPr>
        <w:pStyle w:val="Text1-1"/>
      </w:pPr>
      <w:r w:rsidRPr="001F26BC">
        <w:lastRenderedPageBreak/>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w:t>
      </w:r>
      <w:r w:rsidR="00385325">
        <w:t xml:space="preserve">ních, z nichž Objednatel obdrží dvě (2)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74158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3E176F6A" w14:textId="77777777" w:rsidR="00385325" w:rsidRPr="00F97DBD" w:rsidRDefault="00385325" w:rsidP="00385325">
      <w:pPr>
        <w:pStyle w:val="Nadpisbezsl1-2"/>
      </w:pPr>
      <w:r>
        <w:t xml:space="preserve">Položkový soupis prací s výkazem výměr </w:t>
      </w:r>
    </w:p>
    <w:p w14:paraId="241A0336" w14:textId="77777777" w:rsidR="00385325" w:rsidRPr="00E463D2" w:rsidRDefault="00385325" w:rsidP="00385325">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14:paraId="14F9EFF5" w14:textId="77777777" w:rsidR="00385325" w:rsidRDefault="00385325" w:rsidP="00385325">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04A1499A" w:rsidR="006F14D3" w:rsidRPr="00F95FBD" w:rsidRDefault="00385325" w:rsidP="009B37D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6F14D3"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436F06FA" w:rsidR="00ED29F1" w:rsidRPr="00F95FBD" w:rsidRDefault="0038532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32A41">
              <w:rPr>
                <w:sz w:val="18"/>
              </w:rPr>
              <w:t>Lukáš Malý</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1E237126" w:rsidR="00ED29F1" w:rsidRPr="00F95FBD" w:rsidRDefault="0038532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2A41">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13A29220" w:rsidR="00ED29F1" w:rsidRPr="00F95FBD" w:rsidRDefault="0038532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2A41">
              <w:rPr>
                <w:sz w:val="18"/>
              </w:rPr>
              <w:t>malyl@spravazeleznic.cz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32B6CE8F" w:rsidR="00ED29F1" w:rsidRPr="00F95FBD" w:rsidRDefault="0038532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+420 972 241 431</w:t>
            </w:r>
          </w:p>
        </w:tc>
      </w:tr>
    </w:tbl>
    <w:p w14:paraId="577460D7" w14:textId="77777777" w:rsidR="00ED29F1" w:rsidRPr="00F95FBD" w:rsidRDefault="00ED29F1" w:rsidP="00ED29F1">
      <w:pPr>
        <w:pStyle w:val="Textbezodsazen"/>
      </w:pPr>
    </w:p>
    <w:p w14:paraId="26B40068" w14:textId="0D9D2B62" w:rsidR="00ED29F1" w:rsidRPr="00F95FBD" w:rsidRDefault="00385325" w:rsidP="00ED29F1">
      <w:pPr>
        <w:pStyle w:val="Nadpistabulky"/>
        <w:rPr>
          <w:rFonts w:asciiTheme="minorHAnsi" w:hAnsiTheme="minorHAnsi"/>
          <w:sz w:val="18"/>
          <w:szCs w:val="18"/>
        </w:rPr>
      </w:pPr>
      <w:r w:rsidRPr="00385325">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6189461C" w:rsidR="00ED29F1" w:rsidRPr="00F95FBD" w:rsidRDefault="0038532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15F28">
              <w:rPr>
                <w:sz w:val="18"/>
              </w:rPr>
              <w:t>Jiří Coufal</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336BE710" w:rsidR="00ED29F1" w:rsidRPr="00F95FBD" w:rsidRDefault="0038532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2C02D354" w:rsidR="00ED29F1" w:rsidRPr="00F95FBD" w:rsidRDefault="0038532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CoufalJ@spravazeleznic.cz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61AD6BEC" w:rsidR="00ED29F1" w:rsidRPr="00F95FBD" w:rsidRDefault="0038532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+420 </w:t>
            </w:r>
            <w:r w:rsidR="00741580" w:rsidRPr="00741580">
              <w:rPr>
                <w:sz w:val="18"/>
              </w:rPr>
              <w:t>722 969 797</w:t>
            </w:r>
            <w:bookmarkStart w:id="8" w:name="_GoBack"/>
            <w:bookmarkEnd w:id="8"/>
          </w:p>
        </w:tc>
      </w:tr>
    </w:tbl>
    <w:p w14:paraId="67E88D5D" w14:textId="77777777" w:rsidR="00ED29F1" w:rsidRPr="00F95FBD" w:rsidRDefault="00ED29F1" w:rsidP="00ED29F1">
      <w:pPr>
        <w:pStyle w:val="Textbezodsazen"/>
      </w:pPr>
    </w:p>
    <w:p w14:paraId="0D1A8F36" w14:textId="77777777" w:rsidR="00EC73EA" w:rsidRPr="00F95FBD" w:rsidRDefault="00EC73EA" w:rsidP="00EC73EA">
      <w:pPr>
        <w:pStyle w:val="Nadpistabulky"/>
        <w:rPr>
          <w:rFonts w:asciiTheme="minorHAnsi" w:hAnsiTheme="minorHAnsi"/>
          <w:sz w:val="18"/>
          <w:szCs w:val="18"/>
        </w:rPr>
      </w:pPr>
      <w:r w:rsidRPr="00385325">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C73EA" w:rsidRPr="00F95FBD" w14:paraId="2141E403" w14:textId="77777777" w:rsidTr="008C53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F4B2EE" w14:textId="77777777" w:rsidR="00EC73EA" w:rsidRPr="00F95FBD" w:rsidRDefault="00EC73EA" w:rsidP="008C5301">
            <w:pPr>
              <w:pStyle w:val="Tabulka"/>
              <w:rPr>
                <w:rStyle w:val="Nadpisvtabulce"/>
                <w:b w:val="0"/>
              </w:rPr>
            </w:pPr>
            <w:r w:rsidRPr="00F95FBD">
              <w:rPr>
                <w:rStyle w:val="Nadpisvtabulce"/>
                <w:b w:val="0"/>
              </w:rPr>
              <w:t>Jméno a příjmení</w:t>
            </w:r>
          </w:p>
        </w:tc>
        <w:tc>
          <w:tcPr>
            <w:tcW w:w="5812" w:type="dxa"/>
          </w:tcPr>
          <w:p w14:paraId="1C8123AA" w14:textId="0F671420" w:rsidR="00EC73EA" w:rsidRPr="00F95FBD" w:rsidRDefault="00EC73EA" w:rsidP="008C530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Michal Seidl</w:t>
            </w:r>
          </w:p>
        </w:tc>
      </w:tr>
      <w:tr w:rsidR="00EC73EA" w:rsidRPr="00F95FBD" w14:paraId="5A54A050" w14:textId="77777777" w:rsidTr="008C5301">
        <w:tc>
          <w:tcPr>
            <w:cnfStyle w:val="001000000000" w:firstRow="0" w:lastRow="0" w:firstColumn="1" w:lastColumn="0" w:oddVBand="0" w:evenVBand="0" w:oddHBand="0" w:evenHBand="0" w:firstRowFirstColumn="0" w:firstRowLastColumn="0" w:lastRowFirstColumn="0" w:lastRowLastColumn="0"/>
            <w:tcW w:w="3056" w:type="dxa"/>
          </w:tcPr>
          <w:p w14:paraId="77D503DB" w14:textId="77777777" w:rsidR="00EC73EA" w:rsidRPr="00F95FBD" w:rsidRDefault="00EC73EA" w:rsidP="008C5301">
            <w:pPr>
              <w:pStyle w:val="Tabulka"/>
              <w:rPr>
                <w:sz w:val="18"/>
              </w:rPr>
            </w:pPr>
            <w:r w:rsidRPr="00F95FBD">
              <w:rPr>
                <w:sz w:val="18"/>
              </w:rPr>
              <w:t>Adresa</w:t>
            </w:r>
          </w:p>
        </w:tc>
        <w:tc>
          <w:tcPr>
            <w:tcW w:w="5812" w:type="dxa"/>
          </w:tcPr>
          <w:p w14:paraId="4201CE50" w14:textId="477BC546" w:rsidR="00EC73EA" w:rsidRPr="00F95FBD" w:rsidRDefault="00741580" w:rsidP="008C5301">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Partyzánská 24, 170 00 Praha 7</w:t>
            </w:r>
          </w:p>
        </w:tc>
      </w:tr>
      <w:tr w:rsidR="00EC73EA" w:rsidRPr="00F95FBD" w14:paraId="6D39721F" w14:textId="77777777" w:rsidTr="008C5301">
        <w:tc>
          <w:tcPr>
            <w:cnfStyle w:val="001000000000" w:firstRow="0" w:lastRow="0" w:firstColumn="1" w:lastColumn="0" w:oddVBand="0" w:evenVBand="0" w:oddHBand="0" w:evenHBand="0" w:firstRowFirstColumn="0" w:firstRowLastColumn="0" w:lastRowFirstColumn="0" w:lastRowLastColumn="0"/>
            <w:tcW w:w="3056" w:type="dxa"/>
          </w:tcPr>
          <w:p w14:paraId="7B970150" w14:textId="77777777" w:rsidR="00EC73EA" w:rsidRPr="00F95FBD" w:rsidRDefault="00EC73EA" w:rsidP="008C5301">
            <w:pPr>
              <w:pStyle w:val="Tabulka"/>
              <w:rPr>
                <w:sz w:val="18"/>
              </w:rPr>
            </w:pPr>
            <w:r w:rsidRPr="00F95FBD">
              <w:rPr>
                <w:sz w:val="18"/>
              </w:rPr>
              <w:t>E-mail</w:t>
            </w:r>
          </w:p>
        </w:tc>
        <w:tc>
          <w:tcPr>
            <w:tcW w:w="5812" w:type="dxa"/>
          </w:tcPr>
          <w:p w14:paraId="6B1A5B9C" w14:textId="21E80107" w:rsidR="00EC73EA" w:rsidRPr="00F95FBD" w:rsidRDefault="00EC73EA" w:rsidP="008C5301">
            <w:pPr>
              <w:pStyle w:val="Tabulka"/>
              <w:cnfStyle w:val="000000000000" w:firstRow="0" w:lastRow="0" w:firstColumn="0" w:lastColumn="0" w:oddVBand="0" w:evenVBand="0" w:oddHBand="0" w:evenHBand="0" w:firstRowFirstColumn="0" w:firstRowLastColumn="0" w:lastRowFirstColumn="0" w:lastRowLastColumn="0"/>
              <w:rPr>
                <w:sz w:val="18"/>
              </w:rPr>
            </w:pPr>
            <w:r w:rsidRPr="00EC73EA">
              <w:rPr>
                <w:sz w:val="18"/>
              </w:rPr>
              <w:t>SeidlM@spravazeleznic.cz</w:t>
            </w:r>
          </w:p>
        </w:tc>
      </w:tr>
      <w:tr w:rsidR="00EC73EA" w:rsidRPr="00F95FBD" w14:paraId="5E8E1AD1" w14:textId="77777777" w:rsidTr="008C5301">
        <w:tc>
          <w:tcPr>
            <w:cnfStyle w:val="001000000000" w:firstRow="0" w:lastRow="0" w:firstColumn="1" w:lastColumn="0" w:oddVBand="0" w:evenVBand="0" w:oddHBand="0" w:evenHBand="0" w:firstRowFirstColumn="0" w:firstRowLastColumn="0" w:lastRowFirstColumn="0" w:lastRowLastColumn="0"/>
            <w:tcW w:w="3056" w:type="dxa"/>
          </w:tcPr>
          <w:p w14:paraId="4FDBF23E" w14:textId="77777777" w:rsidR="00EC73EA" w:rsidRPr="00F95FBD" w:rsidRDefault="00EC73EA" w:rsidP="008C5301">
            <w:pPr>
              <w:pStyle w:val="Tabulka"/>
              <w:rPr>
                <w:sz w:val="18"/>
              </w:rPr>
            </w:pPr>
            <w:r w:rsidRPr="00F95FBD">
              <w:rPr>
                <w:sz w:val="18"/>
              </w:rPr>
              <w:t>Telefon</w:t>
            </w:r>
          </w:p>
        </w:tc>
        <w:tc>
          <w:tcPr>
            <w:tcW w:w="5812" w:type="dxa"/>
          </w:tcPr>
          <w:p w14:paraId="43E90C6A" w14:textId="5183BA14" w:rsidR="00EC73EA" w:rsidRPr="00F95FBD" w:rsidRDefault="00EC73EA" w:rsidP="00EC73EA">
            <w:pPr>
              <w:pStyle w:val="Tabulka"/>
              <w:cnfStyle w:val="000000000000" w:firstRow="0" w:lastRow="0" w:firstColumn="0" w:lastColumn="0" w:oddVBand="0" w:evenVBand="0" w:oddHBand="0" w:evenHBand="0" w:firstRowFirstColumn="0" w:firstRowLastColumn="0" w:lastRowFirstColumn="0" w:lastRowLastColumn="0"/>
              <w:rPr>
                <w:sz w:val="18"/>
              </w:rPr>
            </w:pPr>
            <w:r w:rsidRPr="00115F28">
              <w:rPr>
                <w:sz w:val="18"/>
              </w:rPr>
              <w:t>+420</w:t>
            </w:r>
            <w:r w:rsidR="00741580">
              <w:rPr>
                <w:sz w:val="18"/>
              </w:rPr>
              <w:t> </w:t>
            </w:r>
            <w:r w:rsidR="00741580" w:rsidRPr="00741580">
              <w:rPr>
                <w:sz w:val="18"/>
              </w:rPr>
              <w:t>722</w:t>
            </w:r>
            <w:r w:rsidR="00741580">
              <w:rPr>
                <w:sz w:val="18"/>
              </w:rPr>
              <w:t> </w:t>
            </w:r>
            <w:r w:rsidR="00741580" w:rsidRPr="00741580">
              <w:rPr>
                <w:sz w:val="18"/>
              </w:rPr>
              <w:t>969</w:t>
            </w:r>
            <w:r w:rsidR="00741580">
              <w:rPr>
                <w:sz w:val="18"/>
              </w:rPr>
              <w:t xml:space="preserve"> </w:t>
            </w:r>
            <w:r w:rsidR="00741580" w:rsidRPr="00741580">
              <w:rPr>
                <w:sz w:val="18"/>
              </w:rPr>
              <w:t>233</w:t>
            </w:r>
          </w:p>
        </w:tc>
      </w:tr>
    </w:tbl>
    <w:p w14:paraId="612E83E6" w14:textId="2A2D06E5" w:rsidR="00ED29F1" w:rsidRDefault="00ED29F1" w:rsidP="00ED29F1">
      <w:pPr>
        <w:pStyle w:val="Textbezodsazen"/>
      </w:pPr>
    </w:p>
    <w:p w14:paraId="1C6E52F7" w14:textId="3549C1B0" w:rsidR="00385325" w:rsidRDefault="00385325" w:rsidP="00ED29F1">
      <w:pPr>
        <w:pStyle w:val="Textbezodsazen"/>
      </w:pPr>
    </w:p>
    <w:p w14:paraId="69985BB8" w14:textId="1BAAA57C" w:rsidR="00385325" w:rsidRDefault="00385325" w:rsidP="00ED29F1">
      <w:pPr>
        <w:pStyle w:val="Textbezodsazen"/>
      </w:pPr>
    </w:p>
    <w:p w14:paraId="7C9B44E9" w14:textId="1AB5146F" w:rsidR="00385325" w:rsidRDefault="00385325" w:rsidP="00ED29F1">
      <w:pPr>
        <w:pStyle w:val="Textbezodsazen"/>
      </w:pPr>
    </w:p>
    <w:p w14:paraId="2FDDA890" w14:textId="42BEEEDE" w:rsidR="00385325" w:rsidRDefault="00385325" w:rsidP="00ED29F1">
      <w:pPr>
        <w:pStyle w:val="Textbezodsazen"/>
      </w:pPr>
    </w:p>
    <w:p w14:paraId="31DE95FD" w14:textId="23D60738" w:rsidR="00385325" w:rsidRDefault="00385325" w:rsidP="00ED29F1">
      <w:pPr>
        <w:pStyle w:val="Textbezodsazen"/>
      </w:pPr>
    </w:p>
    <w:p w14:paraId="64DFAA4F" w14:textId="282B6CAE" w:rsidR="00385325" w:rsidRDefault="00385325" w:rsidP="00ED29F1">
      <w:pPr>
        <w:pStyle w:val="Textbezodsazen"/>
      </w:pPr>
    </w:p>
    <w:p w14:paraId="24F523E2" w14:textId="3EEBB260" w:rsidR="00385325" w:rsidRDefault="00385325" w:rsidP="00ED29F1">
      <w:pPr>
        <w:pStyle w:val="Textbezodsazen"/>
      </w:pPr>
    </w:p>
    <w:p w14:paraId="7326D720" w14:textId="750F6A07" w:rsidR="00385325" w:rsidRDefault="00385325" w:rsidP="00ED29F1">
      <w:pPr>
        <w:pStyle w:val="Textbezodsazen"/>
      </w:pPr>
    </w:p>
    <w:p w14:paraId="4BC38F37" w14:textId="0D6BF0C8"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06B4D0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055998">
              <w:rPr>
                <w:rFonts w:eastAsia="Times New Roman" w:cs="Calibri"/>
                <w:sz w:val="18"/>
                <w:lang w:eastAsia="cs-CZ"/>
              </w:rPr>
              <w:t xml:space="preserve">inimálně </w:t>
            </w:r>
            <w:r w:rsidR="00055998" w:rsidRPr="00055998">
              <w:rPr>
                <w:rFonts w:eastAsia="Times New Roman" w:cs="Calibri"/>
                <w:color w:val="000000"/>
                <w:sz w:val="18"/>
                <w:lang w:eastAsia="cs-CZ"/>
              </w:rPr>
              <w:t xml:space="preserve">7 </w:t>
            </w:r>
            <w:r w:rsidR="002C7A28" w:rsidRPr="00055998">
              <w:rPr>
                <w:rFonts w:eastAsia="Times New Roman" w:cs="Calibri"/>
                <w:color w:val="000000"/>
                <w:sz w:val="18"/>
                <w:lang w:eastAsia="cs-CZ"/>
              </w:rPr>
              <w:t>mil. Kč</w:t>
            </w:r>
            <w:r w:rsidR="002C7A28" w:rsidRPr="00055998">
              <w:rPr>
                <w:rFonts w:eastAsia="Times New Roman" w:cs="Calibri"/>
                <w:sz w:val="18"/>
                <w:lang w:eastAsia="cs-CZ"/>
              </w:rPr>
              <w:t xml:space="preserve"> na jednu pojistnou událost a </w:t>
            </w:r>
            <w:r w:rsidR="00055998" w:rsidRPr="00055998">
              <w:rPr>
                <w:rFonts w:eastAsia="Times New Roman" w:cs="Calibri"/>
                <w:sz w:val="18"/>
                <w:lang w:eastAsia="cs-CZ"/>
              </w:rPr>
              <w:t>7</w:t>
            </w:r>
            <w:r w:rsidR="002C7A28" w:rsidRPr="00055998">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120069" w:rsidRDefault="00120069" w:rsidP="00962258">
      <w:pPr>
        <w:spacing w:after="0" w:line="240" w:lineRule="auto"/>
      </w:pPr>
      <w:r>
        <w:separator/>
      </w:r>
    </w:p>
  </w:endnote>
  <w:endnote w:type="continuationSeparator" w:id="0">
    <w:p w14:paraId="6D73008D" w14:textId="77777777" w:rsidR="00120069" w:rsidRDefault="001200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7914D275" w14:textId="77777777" w:rsidTr="00EB46E5">
      <w:tc>
        <w:tcPr>
          <w:tcW w:w="1361" w:type="dxa"/>
          <w:tcMar>
            <w:left w:w="0" w:type="dxa"/>
            <w:right w:w="0" w:type="dxa"/>
          </w:tcMar>
          <w:vAlign w:val="bottom"/>
        </w:tcPr>
        <w:p w14:paraId="4DA3B2E4" w14:textId="653753FC" w:rsidR="00120069" w:rsidRPr="00B8518B" w:rsidRDefault="0012006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120069" w:rsidRDefault="00120069" w:rsidP="00B8518B">
          <w:pPr>
            <w:pStyle w:val="Zpat"/>
          </w:pPr>
        </w:p>
      </w:tc>
      <w:tc>
        <w:tcPr>
          <w:tcW w:w="425" w:type="dxa"/>
          <w:shd w:val="clear" w:color="auto" w:fill="auto"/>
          <w:tcMar>
            <w:left w:w="0" w:type="dxa"/>
            <w:right w:w="0" w:type="dxa"/>
          </w:tcMar>
        </w:tcPr>
        <w:p w14:paraId="15CED042" w14:textId="77777777" w:rsidR="00120069" w:rsidRDefault="00120069" w:rsidP="00B8518B">
          <w:pPr>
            <w:pStyle w:val="Zpat"/>
          </w:pPr>
        </w:p>
      </w:tc>
      <w:tc>
        <w:tcPr>
          <w:tcW w:w="8505" w:type="dxa"/>
        </w:tcPr>
        <w:p w14:paraId="3A18383D" w14:textId="77777777" w:rsidR="00120069" w:rsidRPr="00E7415D" w:rsidRDefault="00120069" w:rsidP="00F422D3">
          <w:pPr>
            <w:pStyle w:val="Zpat0"/>
            <w:rPr>
              <w:b/>
            </w:rPr>
          </w:pPr>
          <w:r w:rsidRPr="00E7415D">
            <w:rPr>
              <w:b/>
            </w:rPr>
            <w:t>SMLOUVA O DÍLO</w:t>
          </w:r>
        </w:p>
        <w:p w14:paraId="4E3241D8" w14:textId="77777777" w:rsidR="00120069" w:rsidRDefault="00120069" w:rsidP="00F422D3">
          <w:pPr>
            <w:pStyle w:val="Zpat0"/>
          </w:pPr>
          <w:r>
            <w:t>Zhotovení stavby</w:t>
          </w:r>
        </w:p>
      </w:tc>
    </w:tr>
  </w:tbl>
  <w:p w14:paraId="2EDACE49" w14:textId="77777777" w:rsidR="00120069" w:rsidRPr="00B8518B" w:rsidRDefault="0012006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34596667" w14:textId="77777777" w:rsidTr="00EB46E5">
      <w:tc>
        <w:tcPr>
          <w:tcW w:w="1361" w:type="dxa"/>
          <w:tcMar>
            <w:left w:w="0" w:type="dxa"/>
            <w:right w:w="0" w:type="dxa"/>
          </w:tcMar>
          <w:vAlign w:val="bottom"/>
        </w:tcPr>
        <w:p w14:paraId="5FACEDC4" w14:textId="72492B47" w:rsidR="00120069" w:rsidRPr="00B8518B" w:rsidRDefault="001200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120069" w:rsidRDefault="00120069" w:rsidP="00B8518B">
          <w:pPr>
            <w:pStyle w:val="Zpat"/>
          </w:pPr>
        </w:p>
      </w:tc>
      <w:tc>
        <w:tcPr>
          <w:tcW w:w="425" w:type="dxa"/>
          <w:shd w:val="clear" w:color="auto" w:fill="auto"/>
          <w:tcMar>
            <w:left w:w="0" w:type="dxa"/>
            <w:right w:w="0" w:type="dxa"/>
          </w:tcMar>
        </w:tcPr>
        <w:p w14:paraId="5D7460D1" w14:textId="77777777" w:rsidR="00120069" w:rsidRDefault="00120069" w:rsidP="00B8518B">
          <w:pPr>
            <w:pStyle w:val="Zpat"/>
          </w:pPr>
        </w:p>
      </w:tc>
      <w:tc>
        <w:tcPr>
          <w:tcW w:w="8505" w:type="dxa"/>
        </w:tcPr>
        <w:p w14:paraId="54B326BD" w14:textId="77777777" w:rsidR="00120069" w:rsidRPr="00143EC0" w:rsidRDefault="00120069" w:rsidP="00F422D3">
          <w:pPr>
            <w:pStyle w:val="Zpat0"/>
            <w:rPr>
              <w:b/>
            </w:rPr>
          </w:pPr>
          <w:r>
            <w:rPr>
              <w:b/>
            </w:rPr>
            <w:t>PŘÍLOHA č. 8</w:t>
          </w:r>
        </w:p>
        <w:p w14:paraId="77E20151" w14:textId="77777777" w:rsidR="00120069" w:rsidRDefault="00120069" w:rsidP="00F95FBD">
          <w:pPr>
            <w:pStyle w:val="Zpat0"/>
          </w:pPr>
          <w:r>
            <w:t>SMLOUVA O DÍLO - Zhotovení stavby</w:t>
          </w:r>
        </w:p>
      </w:tc>
    </w:tr>
  </w:tbl>
  <w:p w14:paraId="64BA5F7F" w14:textId="77777777" w:rsidR="00120069" w:rsidRPr="00B8518B" w:rsidRDefault="0012006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46B3B204" w14:textId="77777777" w:rsidTr="00EB46E5">
      <w:tc>
        <w:tcPr>
          <w:tcW w:w="1361" w:type="dxa"/>
          <w:tcMar>
            <w:left w:w="0" w:type="dxa"/>
            <w:right w:w="0" w:type="dxa"/>
          </w:tcMar>
          <w:vAlign w:val="bottom"/>
        </w:tcPr>
        <w:p w14:paraId="4CB812B1" w14:textId="484B0C78" w:rsidR="00120069" w:rsidRPr="00B8518B" w:rsidRDefault="001200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120069" w:rsidRDefault="00120069" w:rsidP="00B8518B">
          <w:pPr>
            <w:pStyle w:val="Zpat"/>
          </w:pPr>
        </w:p>
      </w:tc>
      <w:tc>
        <w:tcPr>
          <w:tcW w:w="425" w:type="dxa"/>
          <w:shd w:val="clear" w:color="auto" w:fill="auto"/>
          <w:tcMar>
            <w:left w:w="0" w:type="dxa"/>
            <w:right w:w="0" w:type="dxa"/>
          </w:tcMar>
        </w:tcPr>
        <w:p w14:paraId="6324F995" w14:textId="77777777" w:rsidR="00120069" w:rsidRDefault="00120069" w:rsidP="00B8518B">
          <w:pPr>
            <w:pStyle w:val="Zpat"/>
          </w:pPr>
        </w:p>
      </w:tc>
      <w:tc>
        <w:tcPr>
          <w:tcW w:w="8505" w:type="dxa"/>
        </w:tcPr>
        <w:p w14:paraId="1C87A6CB" w14:textId="31A58B3E" w:rsidR="00120069" w:rsidRPr="00143EC0" w:rsidRDefault="00120069" w:rsidP="00F422D3">
          <w:pPr>
            <w:pStyle w:val="Zpat0"/>
            <w:rPr>
              <w:b/>
            </w:rPr>
          </w:pPr>
          <w:r>
            <w:rPr>
              <w:b/>
            </w:rPr>
            <w:t>PŘÍLOHA č. 9</w:t>
          </w:r>
        </w:p>
        <w:p w14:paraId="1B166F2C" w14:textId="77777777" w:rsidR="00120069" w:rsidRDefault="00120069" w:rsidP="00F95FBD">
          <w:pPr>
            <w:pStyle w:val="Zpat0"/>
          </w:pPr>
          <w:r>
            <w:t>SMLOUVA O DÍLO - Zhotovení stavby</w:t>
          </w:r>
        </w:p>
      </w:tc>
    </w:tr>
  </w:tbl>
  <w:p w14:paraId="76C124C8" w14:textId="77777777" w:rsidR="00120069" w:rsidRPr="00B8518B" w:rsidRDefault="0012006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44DD5F17" w14:textId="77777777" w:rsidTr="00EB46E5">
      <w:tc>
        <w:tcPr>
          <w:tcW w:w="1361" w:type="dxa"/>
          <w:tcMar>
            <w:left w:w="0" w:type="dxa"/>
            <w:right w:w="0" w:type="dxa"/>
          </w:tcMar>
          <w:vAlign w:val="bottom"/>
        </w:tcPr>
        <w:p w14:paraId="1725A145" w14:textId="6DAB937D" w:rsidR="00120069" w:rsidRPr="00B8518B" w:rsidRDefault="001200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120069" w:rsidRDefault="00120069" w:rsidP="00B8518B">
          <w:pPr>
            <w:pStyle w:val="Zpat"/>
          </w:pPr>
        </w:p>
      </w:tc>
      <w:tc>
        <w:tcPr>
          <w:tcW w:w="425" w:type="dxa"/>
          <w:shd w:val="clear" w:color="auto" w:fill="auto"/>
          <w:tcMar>
            <w:left w:w="0" w:type="dxa"/>
            <w:right w:w="0" w:type="dxa"/>
          </w:tcMar>
        </w:tcPr>
        <w:p w14:paraId="73309C79" w14:textId="77777777" w:rsidR="00120069" w:rsidRDefault="00120069" w:rsidP="00B8518B">
          <w:pPr>
            <w:pStyle w:val="Zpat"/>
          </w:pPr>
        </w:p>
      </w:tc>
      <w:tc>
        <w:tcPr>
          <w:tcW w:w="8505" w:type="dxa"/>
        </w:tcPr>
        <w:p w14:paraId="2AEFC685" w14:textId="312A4D31" w:rsidR="00120069" w:rsidRPr="00143EC0" w:rsidRDefault="00120069" w:rsidP="00F422D3">
          <w:pPr>
            <w:pStyle w:val="Zpat0"/>
            <w:rPr>
              <w:b/>
            </w:rPr>
          </w:pPr>
          <w:r>
            <w:rPr>
              <w:b/>
            </w:rPr>
            <w:t>PŘÍLOHA č. 10</w:t>
          </w:r>
        </w:p>
        <w:p w14:paraId="4B9F99D5" w14:textId="77777777" w:rsidR="00120069" w:rsidRDefault="00120069" w:rsidP="00F95FBD">
          <w:pPr>
            <w:pStyle w:val="Zpat0"/>
          </w:pPr>
          <w:r>
            <w:t>SMLOUVA O DÍLO - Zhotovení stavby</w:t>
          </w:r>
        </w:p>
      </w:tc>
    </w:tr>
  </w:tbl>
  <w:p w14:paraId="7B95BF9B" w14:textId="77777777" w:rsidR="00120069" w:rsidRPr="00B8518B" w:rsidRDefault="0012006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284F1B05" w14:textId="77777777" w:rsidTr="00EB46E5">
      <w:tc>
        <w:tcPr>
          <w:tcW w:w="1361" w:type="dxa"/>
          <w:tcMar>
            <w:left w:w="0" w:type="dxa"/>
            <w:right w:w="0" w:type="dxa"/>
          </w:tcMar>
          <w:vAlign w:val="bottom"/>
        </w:tcPr>
        <w:p w14:paraId="5E07637E" w14:textId="614B2924" w:rsidR="00120069" w:rsidRPr="00B8518B" w:rsidRDefault="001200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120069" w:rsidRDefault="00120069" w:rsidP="00B8518B">
          <w:pPr>
            <w:pStyle w:val="Zpat"/>
          </w:pPr>
        </w:p>
      </w:tc>
      <w:tc>
        <w:tcPr>
          <w:tcW w:w="425" w:type="dxa"/>
          <w:shd w:val="clear" w:color="auto" w:fill="auto"/>
          <w:tcMar>
            <w:left w:w="0" w:type="dxa"/>
            <w:right w:w="0" w:type="dxa"/>
          </w:tcMar>
        </w:tcPr>
        <w:p w14:paraId="500C05CF" w14:textId="77777777" w:rsidR="00120069" w:rsidRDefault="00120069" w:rsidP="00B8518B">
          <w:pPr>
            <w:pStyle w:val="Zpat"/>
          </w:pPr>
        </w:p>
      </w:tc>
      <w:tc>
        <w:tcPr>
          <w:tcW w:w="8505" w:type="dxa"/>
        </w:tcPr>
        <w:p w14:paraId="7847C5C4" w14:textId="289CCB37" w:rsidR="00120069" w:rsidRPr="00143EC0" w:rsidRDefault="00120069" w:rsidP="00F422D3">
          <w:pPr>
            <w:pStyle w:val="Zpat0"/>
            <w:rPr>
              <w:b/>
            </w:rPr>
          </w:pPr>
          <w:r>
            <w:rPr>
              <w:b/>
            </w:rPr>
            <w:t>PŘÍLOHA č. 11</w:t>
          </w:r>
        </w:p>
        <w:p w14:paraId="747ADBCC" w14:textId="77777777" w:rsidR="00120069" w:rsidRDefault="00120069" w:rsidP="00F95FBD">
          <w:pPr>
            <w:pStyle w:val="Zpat0"/>
          </w:pPr>
          <w:r>
            <w:t>SMLOUVA O DÍLO - Zhotovení stavby</w:t>
          </w:r>
        </w:p>
      </w:tc>
    </w:tr>
  </w:tbl>
  <w:p w14:paraId="7DCC56AB" w14:textId="77777777" w:rsidR="00120069" w:rsidRPr="00B8518B" w:rsidRDefault="0012006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120069" w:rsidRPr="00B8518B" w:rsidRDefault="00120069" w:rsidP="00460660">
    <w:pPr>
      <w:pStyle w:val="Zpat"/>
      <w:rPr>
        <w:sz w:val="2"/>
        <w:szCs w:val="2"/>
      </w:rPr>
    </w:pPr>
  </w:p>
  <w:p w14:paraId="6A5348DC" w14:textId="77777777" w:rsidR="00120069" w:rsidRPr="00460660" w:rsidRDefault="0012006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63DCF655" w14:textId="77777777" w:rsidTr="00EB46E5">
      <w:tc>
        <w:tcPr>
          <w:tcW w:w="1361" w:type="dxa"/>
          <w:tcMar>
            <w:left w:w="0" w:type="dxa"/>
            <w:right w:w="0" w:type="dxa"/>
          </w:tcMar>
          <w:vAlign w:val="bottom"/>
        </w:tcPr>
        <w:p w14:paraId="1F64C939" w14:textId="5845DE35" w:rsidR="00120069" w:rsidRPr="00B8518B" w:rsidRDefault="0012006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120069" w:rsidRDefault="00120069" w:rsidP="00B8518B">
          <w:pPr>
            <w:pStyle w:val="Zpat"/>
          </w:pPr>
        </w:p>
      </w:tc>
      <w:tc>
        <w:tcPr>
          <w:tcW w:w="425" w:type="dxa"/>
          <w:shd w:val="clear" w:color="auto" w:fill="auto"/>
          <w:tcMar>
            <w:left w:w="0" w:type="dxa"/>
            <w:right w:w="0" w:type="dxa"/>
          </w:tcMar>
        </w:tcPr>
        <w:p w14:paraId="22BC2340" w14:textId="77777777" w:rsidR="00120069" w:rsidRDefault="00120069" w:rsidP="00B8518B">
          <w:pPr>
            <w:pStyle w:val="Zpat"/>
          </w:pPr>
        </w:p>
      </w:tc>
      <w:tc>
        <w:tcPr>
          <w:tcW w:w="8505" w:type="dxa"/>
        </w:tcPr>
        <w:p w14:paraId="26A11CDA" w14:textId="77777777" w:rsidR="00120069" w:rsidRPr="00143EC0" w:rsidRDefault="00120069" w:rsidP="00F422D3">
          <w:pPr>
            <w:pStyle w:val="Zpat0"/>
            <w:rPr>
              <w:b/>
            </w:rPr>
          </w:pPr>
          <w:r w:rsidRPr="00143EC0">
            <w:rPr>
              <w:b/>
            </w:rPr>
            <w:t>PŘÍLOHA č. 1</w:t>
          </w:r>
        </w:p>
        <w:p w14:paraId="0DDC9F6E" w14:textId="77777777" w:rsidR="00120069" w:rsidRDefault="00120069" w:rsidP="00F95FBD">
          <w:pPr>
            <w:pStyle w:val="Zpat0"/>
          </w:pPr>
          <w:r>
            <w:t>SMLOUVA O DÍLO - Zhotovení stavby</w:t>
          </w:r>
        </w:p>
      </w:tc>
    </w:tr>
  </w:tbl>
  <w:p w14:paraId="2EE2FDA3" w14:textId="77777777" w:rsidR="00120069" w:rsidRPr="00B8518B" w:rsidRDefault="0012006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12563E63" w14:textId="77777777" w:rsidTr="00EB46E5">
      <w:tc>
        <w:tcPr>
          <w:tcW w:w="1361" w:type="dxa"/>
          <w:tcMar>
            <w:left w:w="0" w:type="dxa"/>
            <w:right w:w="0" w:type="dxa"/>
          </w:tcMar>
          <w:vAlign w:val="bottom"/>
        </w:tcPr>
        <w:p w14:paraId="0D47C862" w14:textId="3FD5B3B4" w:rsidR="00120069" w:rsidRPr="00B8518B" w:rsidRDefault="001200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120069" w:rsidRDefault="00120069" w:rsidP="005A7872">
          <w:pPr>
            <w:pStyle w:val="Zpat"/>
          </w:pPr>
        </w:p>
      </w:tc>
      <w:tc>
        <w:tcPr>
          <w:tcW w:w="425" w:type="dxa"/>
          <w:shd w:val="clear" w:color="auto" w:fill="auto"/>
          <w:tcMar>
            <w:left w:w="0" w:type="dxa"/>
            <w:right w:w="0" w:type="dxa"/>
          </w:tcMar>
        </w:tcPr>
        <w:p w14:paraId="2B900F38" w14:textId="77777777" w:rsidR="00120069" w:rsidRDefault="00120069" w:rsidP="00B8518B">
          <w:pPr>
            <w:pStyle w:val="Zpat"/>
          </w:pPr>
        </w:p>
      </w:tc>
      <w:tc>
        <w:tcPr>
          <w:tcW w:w="8505" w:type="dxa"/>
        </w:tcPr>
        <w:p w14:paraId="50A4A9EA" w14:textId="77777777" w:rsidR="00120069" w:rsidRPr="00143EC0" w:rsidRDefault="00120069" w:rsidP="00F422D3">
          <w:pPr>
            <w:pStyle w:val="Zpat0"/>
            <w:rPr>
              <w:b/>
            </w:rPr>
          </w:pPr>
          <w:r>
            <w:rPr>
              <w:b/>
            </w:rPr>
            <w:t>PŘÍLOHA č. 2</w:t>
          </w:r>
        </w:p>
        <w:p w14:paraId="5817564A" w14:textId="77777777" w:rsidR="00120069" w:rsidRDefault="00120069" w:rsidP="00F95FBD">
          <w:pPr>
            <w:pStyle w:val="Zpat0"/>
          </w:pPr>
          <w:r>
            <w:t>SMLOUVA O DÍLO - Zhotovení stavby</w:t>
          </w:r>
        </w:p>
      </w:tc>
    </w:tr>
  </w:tbl>
  <w:p w14:paraId="11A405DA" w14:textId="77777777" w:rsidR="00120069" w:rsidRPr="00B8518B" w:rsidRDefault="0012006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36D89A43" w14:textId="77777777" w:rsidTr="00EB46E5">
      <w:tc>
        <w:tcPr>
          <w:tcW w:w="1361" w:type="dxa"/>
          <w:tcMar>
            <w:left w:w="0" w:type="dxa"/>
            <w:right w:w="0" w:type="dxa"/>
          </w:tcMar>
          <w:vAlign w:val="bottom"/>
        </w:tcPr>
        <w:p w14:paraId="66252797" w14:textId="7EF0F189" w:rsidR="00120069" w:rsidRPr="00B8518B" w:rsidRDefault="001200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120069" w:rsidRDefault="00120069" w:rsidP="005A7872">
          <w:pPr>
            <w:pStyle w:val="Zpat"/>
          </w:pPr>
        </w:p>
      </w:tc>
      <w:tc>
        <w:tcPr>
          <w:tcW w:w="425" w:type="dxa"/>
          <w:shd w:val="clear" w:color="auto" w:fill="auto"/>
          <w:tcMar>
            <w:left w:w="0" w:type="dxa"/>
            <w:right w:w="0" w:type="dxa"/>
          </w:tcMar>
        </w:tcPr>
        <w:p w14:paraId="77AFB1B8" w14:textId="77777777" w:rsidR="00120069" w:rsidRDefault="00120069" w:rsidP="00B8518B">
          <w:pPr>
            <w:pStyle w:val="Zpat"/>
          </w:pPr>
        </w:p>
      </w:tc>
      <w:tc>
        <w:tcPr>
          <w:tcW w:w="8505" w:type="dxa"/>
        </w:tcPr>
        <w:p w14:paraId="2A41C898" w14:textId="309853C2" w:rsidR="00120069" w:rsidRPr="00143EC0" w:rsidRDefault="00120069" w:rsidP="00F422D3">
          <w:pPr>
            <w:pStyle w:val="Zpat0"/>
            <w:rPr>
              <w:b/>
            </w:rPr>
          </w:pPr>
          <w:r>
            <w:rPr>
              <w:b/>
            </w:rPr>
            <w:t>PŘÍLOHA č. 3</w:t>
          </w:r>
        </w:p>
        <w:p w14:paraId="38B946A9" w14:textId="77777777" w:rsidR="00120069" w:rsidRDefault="00120069" w:rsidP="00F95FBD">
          <w:pPr>
            <w:pStyle w:val="Zpat0"/>
          </w:pPr>
          <w:r>
            <w:t>SMLOUVA O DÍLO - Zhotovení stavby</w:t>
          </w:r>
        </w:p>
      </w:tc>
    </w:tr>
  </w:tbl>
  <w:p w14:paraId="2EA2C027" w14:textId="77777777" w:rsidR="00120069" w:rsidRPr="00B8518B" w:rsidRDefault="0012006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3F02FCB8" w14:textId="77777777" w:rsidTr="00EB46E5">
      <w:tc>
        <w:tcPr>
          <w:tcW w:w="1361" w:type="dxa"/>
          <w:tcMar>
            <w:left w:w="0" w:type="dxa"/>
            <w:right w:w="0" w:type="dxa"/>
          </w:tcMar>
          <w:vAlign w:val="bottom"/>
        </w:tcPr>
        <w:p w14:paraId="1A676FD3" w14:textId="3E3934D4" w:rsidR="00120069" w:rsidRPr="00B8518B" w:rsidRDefault="001200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120069" w:rsidRDefault="00120069" w:rsidP="005A7872">
          <w:pPr>
            <w:pStyle w:val="Zpat"/>
          </w:pPr>
        </w:p>
      </w:tc>
      <w:tc>
        <w:tcPr>
          <w:tcW w:w="425" w:type="dxa"/>
          <w:shd w:val="clear" w:color="auto" w:fill="auto"/>
          <w:tcMar>
            <w:left w:w="0" w:type="dxa"/>
            <w:right w:w="0" w:type="dxa"/>
          </w:tcMar>
        </w:tcPr>
        <w:p w14:paraId="78836905" w14:textId="77777777" w:rsidR="00120069" w:rsidRDefault="00120069" w:rsidP="00B8518B">
          <w:pPr>
            <w:pStyle w:val="Zpat"/>
          </w:pPr>
        </w:p>
      </w:tc>
      <w:tc>
        <w:tcPr>
          <w:tcW w:w="8505" w:type="dxa"/>
        </w:tcPr>
        <w:p w14:paraId="6460CAF1" w14:textId="5ED20201" w:rsidR="00120069" w:rsidRPr="00143EC0" w:rsidRDefault="00120069" w:rsidP="00F422D3">
          <w:pPr>
            <w:pStyle w:val="Zpat0"/>
            <w:rPr>
              <w:b/>
            </w:rPr>
          </w:pPr>
          <w:r>
            <w:rPr>
              <w:b/>
            </w:rPr>
            <w:t>PŘÍLOHA č. 4</w:t>
          </w:r>
        </w:p>
        <w:p w14:paraId="70566F91" w14:textId="77777777" w:rsidR="00120069" w:rsidRDefault="00120069" w:rsidP="00F95FBD">
          <w:pPr>
            <w:pStyle w:val="Zpat0"/>
          </w:pPr>
          <w:r>
            <w:t>SMLOUVA O DÍLO - Zhotovení stavby</w:t>
          </w:r>
        </w:p>
      </w:tc>
    </w:tr>
  </w:tbl>
  <w:p w14:paraId="70A6002C" w14:textId="77777777" w:rsidR="00120069" w:rsidRPr="00B8518B" w:rsidRDefault="0012006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35AC28B0" w14:textId="77777777" w:rsidTr="00EB46E5">
      <w:tc>
        <w:tcPr>
          <w:tcW w:w="1361" w:type="dxa"/>
          <w:tcMar>
            <w:left w:w="0" w:type="dxa"/>
            <w:right w:w="0" w:type="dxa"/>
          </w:tcMar>
          <w:vAlign w:val="bottom"/>
        </w:tcPr>
        <w:p w14:paraId="171295E7" w14:textId="62E907DC" w:rsidR="00120069" w:rsidRPr="00B8518B" w:rsidRDefault="001200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120069" w:rsidRDefault="00120069" w:rsidP="005A7872">
          <w:pPr>
            <w:pStyle w:val="Zpat"/>
          </w:pPr>
        </w:p>
      </w:tc>
      <w:tc>
        <w:tcPr>
          <w:tcW w:w="425" w:type="dxa"/>
          <w:shd w:val="clear" w:color="auto" w:fill="auto"/>
          <w:tcMar>
            <w:left w:w="0" w:type="dxa"/>
            <w:right w:w="0" w:type="dxa"/>
          </w:tcMar>
        </w:tcPr>
        <w:p w14:paraId="015D84B4" w14:textId="77777777" w:rsidR="00120069" w:rsidRDefault="00120069" w:rsidP="00B8518B">
          <w:pPr>
            <w:pStyle w:val="Zpat"/>
          </w:pPr>
        </w:p>
      </w:tc>
      <w:tc>
        <w:tcPr>
          <w:tcW w:w="8505" w:type="dxa"/>
        </w:tcPr>
        <w:p w14:paraId="7BB8AA87" w14:textId="77777777" w:rsidR="00120069" w:rsidRPr="00143EC0" w:rsidRDefault="00120069" w:rsidP="00F422D3">
          <w:pPr>
            <w:pStyle w:val="Zpat0"/>
            <w:rPr>
              <w:b/>
            </w:rPr>
          </w:pPr>
          <w:r>
            <w:rPr>
              <w:b/>
            </w:rPr>
            <w:t>PŘÍLOHA č. 5</w:t>
          </w:r>
        </w:p>
        <w:p w14:paraId="767305A3" w14:textId="77777777" w:rsidR="00120069" w:rsidRDefault="00120069" w:rsidP="00F95FBD">
          <w:pPr>
            <w:pStyle w:val="Zpat0"/>
          </w:pPr>
          <w:r>
            <w:t>SMLOUVA O DÍLO - Zhotovení stavby</w:t>
          </w:r>
        </w:p>
      </w:tc>
    </w:tr>
  </w:tbl>
  <w:p w14:paraId="28A1C620" w14:textId="77777777" w:rsidR="00120069" w:rsidRPr="00B8518B" w:rsidRDefault="0012006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5E0EA945" w14:textId="77777777" w:rsidTr="00EB46E5">
      <w:tc>
        <w:tcPr>
          <w:tcW w:w="1361" w:type="dxa"/>
          <w:tcMar>
            <w:left w:w="0" w:type="dxa"/>
            <w:right w:w="0" w:type="dxa"/>
          </w:tcMar>
          <w:vAlign w:val="bottom"/>
        </w:tcPr>
        <w:p w14:paraId="1B529AC8" w14:textId="4506DFEE" w:rsidR="00120069" w:rsidRPr="00B8518B" w:rsidRDefault="001200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120069" w:rsidRDefault="00120069" w:rsidP="005A7872">
          <w:pPr>
            <w:pStyle w:val="Zpat"/>
          </w:pPr>
        </w:p>
      </w:tc>
      <w:tc>
        <w:tcPr>
          <w:tcW w:w="425" w:type="dxa"/>
          <w:shd w:val="clear" w:color="auto" w:fill="auto"/>
          <w:tcMar>
            <w:left w:w="0" w:type="dxa"/>
            <w:right w:w="0" w:type="dxa"/>
          </w:tcMar>
        </w:tcPr>
        <w:p w14:paraId="262B5E91" w14:textId="77777777" w:rsidR="00120069" w:rsidRDefault="00120069" w:rsidP="00B8518B">
          <w:pPr>
            <w:pStyle w:val="Zpat"/>
          </w:pPr>
        </w:p>
      </w:tc>
      <w:tc>
        <w:tcPr>
          <w:tcW w:w="8505" w:type="dxa"/>
        </w:tcPr>
        <w:p w14:paraId="68D7A6CE" w14:textId="77777777" w:rsidR="00120069" w:rsidRPr="00143EC0" w:rsidRDefault="00120069" w:rsidP="00F422D3">
          <w:pPr>
            <w:pStyle w:val="Zpat0"/>
            <w:rPr>
              <w:b/>
            </w:rPr>
          </w:pPr>
          <w:r>
            <w:rPr>
              <w:b/>
            </w:rPr>
            <w:t>PŘÍLOHA č. 6</w:t>
          </w:r>
        </w:p>
        <w:p w14:paraId="34272DA4" w14:textId="77777777" w:rsidR="00120069" w:rsidRDefault="00120069" w:rsidP="00F95FBD">
          <w:pPr>
            <w:pStyle w:val="Zpat0"/>
          </w:pPr>
          <w:r>
            <w:t>SMLOUVA O DÍLO - Zhotovení stavby</w:t>
          </w:r>
        </w:p>
      </w:tc>
    </w:tr>
  </w:tbl>
  <w:p w14:paraId="73809AD9" w14:textId="77777777" w:rsidR="00120069" w:rsidRPr="00B8518B" w:rsidRDefault="0012006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0069" w14:paraId="77C9A65C" w14:textId="77777777" w:rsidTr="00EB46E5">
      <w:tc>
        <w:tcPr>
          <w:tcW w:w="1361" w:type="dxa"/>
          <w:tcMar>
            <w:left w:w="0" w:type="dxa"/>
            <w:right w:w="0" w:type="dxa"/>
          </w:tcMar>
          <w:vAlign w:val="bottom"/>
        </w:tcPr>
        <w:p w14:paraId="42B5D4D0" w14:textId="30448725" w:rsidR="00120069" w:rsidRPr="00B8518B" w:rsidRDefault="0012006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15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15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120069" w:rsidRDefault="00120069" w:rsidP="005A7872">
          <w:pPr>
            <w:pStyle w:val="Zpat"/>
          </w:pPr>
        </w:p>
      </w:tc>
      <w:tc>
        <w:tcPr>
          <w:tcW w:w="425" w:type="dxa"/>
          <w:shd w:val="clear" w:color="auto" w:fill="auto"/>
          <w:tcMar>
            <w:left w:w="0" w:type="dxa"/>
            <w:right w:w="0" w:type="dxa"/>
          </w:tcMar>
        </w:tcPr>
        <w:p w14:paraId="4F168F75" w14:textId="77777777" w:rsidR="00120069" w:rsidRDefault="00120069" w:rsidP="00B8518B">
          <w:pPr>
            <w:pStyle w:val="Zpat"/>
          </w:pPr>
        </w:p>
      </w:tc>
      <w:tc>
        <w:tcPr>
          <w:tcW w:w="8505" w:type="dxa"/>
        </w:tcPr>
        <w:p w14:paraId="2F8A5C9D" w14:textId="77777777" w:rsidR="00120069" w:rsidRPr="00143EC0" w:rsidRDefault="00120069" w:rsidP="00F422D3">
          <w:pPr>
            <w:pStyle w:val="Zpat0"/>
            <w:rPr>
              <w:b/>
            </w:rPr>
          </w:pPr>
          <w:r>
            <w:rPr>
              <w:b/>
            </w:rPr>
            <w:t>PŘÍLOHA č. 7</w:t>
          </w:r>
        </w:p>
        <w:p w14:paraId="6A0FB618" w14:textId="77777777" w:rsidR="00120069" w:rsidRDefault="00120069" w:rsidP="00F95FBD">
          <w:pPr>
            <w:pStyle w:val="Zpat0"/>
          </w:pPr>
          <w:r>
            <w:t>SMLOUVA O DÍLO - Zhotovení stavby</w:t>
          </w:r>
        </w:p>
      </w:tc>
    </w:tr>
  </w:tbl>
  <w:p w14:paraId="0E0009FE" w14:textId="77777777" w:rsidR="00120069" w:rsidRPr="00B8518B" w:rsidRDefault="0012006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120069" w:rsidRDefault="00120069" w:rsidP="00962258">
      <w:pPr>
        <w:spacing w:after="0" w:line="240" w:lineRule="auto"/>
      </w:pPr>
      <w:r>
        <w:separator/>
      </w:r>
    </w:p>
  </w:footnote>
  <w:footnote w:type="continuationSeparator" w:id="0">
    <w:p w14:paraId="01AD690A" w14:textId="77777777" w:rsidR="00120069" w:rsidRDefault="0012006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0069" w14:paraId="43399498" w14:textId="77777777" w:rsidTr="00C02D0A">
      <w:trPr>
        <w:trHeight w:hRule="exact" w:val="454"/>
      </w:trPr>
      <w:tc>
        <w:tcPr>
          <w:tcW w:w="1361" w:type="dxa"/>
          <w:tcMar>
            <w:top w:w="57" w:type="dxa"/>
            <w:left w:w="0" w:type="dxa"/>
            <w:right w:w="0" w:type="dxa"/>
          </w:tcMar>
        </w:tcPr>
        <w:p w14:paraId="6FFB1C79" w14:textId="77777777" w:rsidR="00120069" w:rsidRPr="00B8518B" w:rsidRDefault="00120069" w:rsidP="00523EA7">
          <w:pPr>
            <w:pStyle w:val="Zpat"/>
            <w:rPr>
              <w:rStyle w:val="slostrnky"/>
            </w:rPr>
          </w:pPr>
        </w:p>
      </w:tc>
      <w:tc>
        <w:tcPr>
          <w:tcW w:w="3458" w:type="dxa"/>
          <w:shd w:val="clear" w:color="auto" w:fill="auto"/>
          <w:tcMar>
            <w:top w:w="57" w:type="dxa"/>
            <w:left w:w="0" w:type="dxa"/>
            <w:right w:w="0" w:type="dxa"/>
          </w:tcMar>
        </w:tcPr>
        <w:p w14:paraId="0F804DB7" w14:textId="77777777" w:rsidR="00120069" w:rsidRDefault="00120069" w:rsidP="00523EA7">
          <w:pPr>
            <w:pStyle w:val="Zpat"/>
          </w:pPr>
        </w:p>
      </w:tc>
      <w:tc>
        <w:tcPr>
          <w:tcW w:w="5698" w:type="dxa"/>
          <w:shd w:val="clear" w:color="auto" w:fill="auto"/>
          <w:tcMar>
            <w:top w:w="57" w:type="dxa"/>
            <w:left w:w="0" w:type="dxa"/>
            <w:right w:w="0" w:type="dxa"/>
          </w:tcMar>
        </w:tcPr>
        <w:p w14:paraId="48320D6B" w14:textId="77777777" w:rsidR="00120069" w:rsidRPr="00D6163D" w:rsidRDefault="00120069" w:rsidP="00D6163D">
          <w:pPr>
            <w:pStyle w:val="Druhdokumentu"/>
          </w:pPr>
        </w:p>
      </w:tc>
    </w:tr>
  </w:tbl>
  <w:p w14:paraId="13065314" w14:textId="77777777" w:rsidR="00120069" w:rsidRPr="00D6163D" w:rsidRDefault="0012006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0069" w14:paraId="6D229297" w14:textId="77777777" w:rsidTr="00B22106">
      <w:trPr>
        <w:trHeight w:hRule="exact" w:val="936"/>
      </w:trPr>
      <w:tc>
        <w:tcPr>
          <w:tcW w:w="1361" w:type="dxa"/>
          <w:tcMar>
            <w:left w:w="0" w:type="dxa"/>
            <w:right w:w="0" w:type="dxa"/>
          </w:tcMar>
        </w:tcPr>
        <w:p w14:paraId="01043671" w14:textId="77777777" w:rsidR="00120069" w:rsidRPr="00B8518B" w:rsidRDefault="00120069" w:rsidP="00FC6389">
          <w:pPr>
            <w:pStyle w:val="Zpat"/>
            <w:rPr>
              <w:rStyle w:val="slostrnky"/>
            </w:rPr>
          </w:pPr>
        </w:p>
      </w:tc>
      <w:tc>
        <w:tcPr>
          <w:tcW w:w="3458" w:type="dxa"/>
          <w:shd w:val="clear" w:color="auto" w:fill="auto"/>
          <w:tcMar>
            <w:left w:w="0" w:type="dxa"/>
            <w:right w:w="0" w:type="dxa"/>
          </w:tcMar>
        </w:tcPr>
        <w:p w14:paraId="19A9452D" w14:textId="77777777" w:rsidR="00120069" w:rsidRDefault="00120069" w:rsidP="00FC6389">
          <w:pPr>
            <w:pStyle w:val="Zpat"/>
          </w:pPr>
        </w:p>
      </w:tc>
      <w:tc>
        <w:tcPr>
          <w:tcW w:w="5756" w:type="dxa"/>
          <w:shd w:val="clear" w:color="auto" w:fill="auto"/>
          <w:tcMar>
            <w:left w:w="0" w:type="dxa"/>
            <w:right w:w="0" w:type="dxa"/>
          </w:tcMar>
        </w:tcPr>
        <w:p w14:paraId="0DCF84B3" w14:textId="77777777" w:rsidR="00120069" w:rsidRPr="00D6163D" w:rsidRDefault="00120069" w:rsidP="00FC6389">
          <w:pPr>
            <w:pStyle w:val="Druhdokumentu"/>
          </w:pPr>
        </w:p>
      </w:tc>
    </w:tr>
    <w:tr w:rsidR="00120069" w14:paraId="4B85E717" w14:textId="77777777" w:rsidTr="00B22106">
      <w:trPr>
        <w:trHeight w:hRule="exact" w:val="936"/>
      </w:trPr>
      <w:tc>
        <w:tcPr>
          <w:tcW w:w="1361" w:type="dxa"/>
          <w:tcMar>
            <w:left w:w="0" w:type="dxa"/>
            <w:right w:w="0" w:type="dxa"/>
          </w:tcMar>
        </w:tcPr>
        <w:p w14:paraId="625E9EF5" w14:textId="77777777" w:rsidR="00120069" w:rsidRPr="00B8518B" w:rsidRDefault="00120069" w:rsidP="00FC6389">
          <w:pPr>
            <w:pStyle w:val="Zpat"/>
            <w:rPr>
              <w:rStyle w:val="slostrnky"/>
            </w:rPr>
          </w:pPr>
        </w:p>
      </w:tc>
      <w:tc>
        <w:tcPr>
          <w:tcW w:w="3458" w:type="dxa"/>
          <w:shd w:val="clear" w:color="auto" w:fill="auto"/>
          <w:tcMar>
            <w:left w:w="0" w:type="dxa"/>
            <w:right w:w="0" w:type="dxa"/>
          </w:tcMar>
        </w:tcPr>
        <w:p w14:paraId="6304F50B" w14:textId="77777777" w:rsidR="00120069" w:rsidRDefault="00120069" w:rsidP="00FC6389">
          <w:pPr>
            <w:pStyle w:val="Zpat"/>
          </w:pPr>
        </w:p>
      </w:tc>
      <w:tc>
        <w:tcPr>
          <w:tcW w:w="5756" w:type="dxa"/>
          <w:shd w:val="clear" w:color="auto" w:fill="auto"/>
          <w:tcMar>
            <w:left w:w="0" w:type="dxa"/>
            <w:right w:w="0" w:type="dxa"/>
          </w:tcMar>
        </w:tcPr>
        <w:p w14:paraId="5039913E" w14:textId="77777777" w:rsidR="00120069" w:rsidRPr="00D6163D" w:rsidRDefault="00120069" w:rsidP="00FC6389">
          <w:pPr>
            <w:pStyle w:val="Druhdokumentu"/>
          </w:pPr>
        </w:p>
      </w:tc>
    </w:tr>
  </w:tbl>
  <w:p w14:paraId="6AFF48F3" w14:textId="77777777" w:rsidR="00120069" w:rsidRPr="00D6163D" w:rsidRDefault="00120069"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120069" w:rsidRPr="00460660" w:rsidRDefault="0012006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0069" w14:paraId="59B9B16D" w14:textId="77777777" w:rsidTr="00C02D0A">
      <w:trPr>
        <w:trHeight w:hRule="exact" w:val="454"/>
      </w:trPr>
      <w:tc>
        <w:tcPr>
          <w:tcW w:w="1361" w:type="dxa"/>
          <w:tcMar>
            <w:top w:w="57" w:type="dxa"/>
            <w:left w:w="0" w:type="dxa"/>
            <w:right w:w="0" w:type="dxa"/>
          </w:tcMar>
        </w:tcPr>
        <w:p w14:paraId="7968C81A" w14:textId="77777777" w:rsidR="00120069" w:rsidRPr="00B8518B" w:rsidRDefault="00120069" w:rsidP="00523EA7">
          <w:pPr>
            <w:pStyle w:val="Zpat"/>
            <w:rPr>
              <w:rStyle w:val="slostrnky"/>
            </w:rPr>
          </w:pPr>
        </w:p>
      </w:tc>
      <w:tc>
        <w:tcPr>
          <w:tcW w:w="3458" w:type="dxa"/>
          <w:shd w:val="clear" w:color="auto" w:fill="auto"/>
          <w:tcMar>
            <w:top w:w="57" w:type="dxa"/>
            <w:left w:w="0" w:type="dxa"/>
            <w:right w:w="0" w:type="dxa"/>
          </w:tcMar>
        </w:tcPr>
        <w:p w14:paraId="43D17C30" w14:textId="77777777" w:rsidR="00120069" w:rsidRDefault="00120069" w:rsidP="00523EA7">
          <w:pPr>
            <w:pStyle w:val="Zpat"/>
          </w:pPr>
        </w:p>
      </w:tc>
      <w:tc>
        <w:tcPr>
          <w:tcW w:w="5698" w:type="dxa"/>
          <w:shd w:val="clear" w:color="auto" w:fill="auto"/>
          <w:tcMar>
            <w:top w:w="57" w:type="dxa"/>
            <w:left w:w="0" w:type="dxa"/>
            <w:right w:w="0" w:type="dxa"/>
          </w:tcMar>
        </w:tcPr>
        <w:p w14:paraId="56962942" w14:textId="77777777" w:rsidR="00120069" w:rsidRPr="00D6163D" w:rsidRDefault="00120069" w:rsidP="00D6163D">
          <w:pPr>
            <w:pStyle w:val="Druhdokumentu"/>
          </w:pPr>
        </w:p>
      </w:tc>
    </w:tr>
  </w:tbl>
  <w:p w14:paraId="43D88461" w14:textId="77777777" w:rsidR="00120069" w:rsidRPr="00D6163D" w:rsidRDefault="0012006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0069" w14:paraId="25C8BD5E" w14:textId="77777777" w:rsidTr="00C02D0A">
      <w:trPr>
        <w:trHeight w:hRule="exact" w:val="454"/>
      </w:trPr>
      <w:tc>
        <w:tcPr>
          <w:tcW w:w="1361" w:type="dxa"/>
          <w:tcMar>
            <w:top w:w="57" w:type="dxa"/>
            <w:left w:w="0" w:type="dxa"/>
            <w:right w:w="0" w:type="dxa"/>
          </w:tcMar>
        </w:tcPr>
        <w:p w14:paraId="24B5C255" w14:textId="77777777" w:rsidR="00120069" w:rsidRPr="00B8518B" w:rsidRDefault="00120069" w:rsidP="00523EA7">
          <w:pPr>
            <w:pStyle w:val="Zpat"/>
            <w:rPr>
              <w:rStyle w:val="slostrnky"/>
            </w:rPr>
          </w:pPr>
        </w:p>
      </w:tc>
      <w:tc>
        <w:tcPr>
          <w:tcW w:w="3458" w:type="dxa"/>
          <w:shd w:val="clear" w:color="auto" w:fill="auto"/>
          <w:tcMar>
            <w:top w:w="57" w:type="dxa"/>
            <w:left w:w="0" w:type="dxa"/>
            <w:right w:w="0" w:type="dxa"/>
          </w:tcMar>
        </w:tcPr>
        <w:p w14:paraId="6BED0B52" w14:textId="77777777" w:rsidR="00120069" w:rsidRDefault="00120069" w:rsidP="00523EA7">
          <w:pPr>
            <w:pStyle w:val="Zpat"/>
          </w:pPr>
        </w:p>
      </w:tc>
      <w:tc>
        <w:tcPr>
          <w:tcW w:w="5698" w:type="dxa"/>
          <w:shd w:val="clear" w:color="auto" w:fill="auto"/>
          <w:tcMar>
            <w:top w:w="57" w:type="dxa"/>
            <w:left w:w="0" w:type="dxa"/>
            <w:right w:w="0" w:type="dxa"/>
          </w:tcMar>
        </w:tcPr>
        <w:p w14:paraId="7FD83DD3" w14:textId="77777777" w:rsidR="00120069" w:rsidRPr="00D6163D" w:rsidRDefault="00120069" w:rsidP="00D6163D">
          <w:pPr>
            <w:pStyle w:val="Druhdokumentu"/>
          </w:pPr>
        </w:p>
      </w:tc>
    </w:tr>
  </w:tbl>
  <w:p w14:paraId="2115806A" w14:textId="77777777" w:rsidR="00120069" w:rsidRPr="00D6163D" w:rsidRDefault="0012006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0069" w14:paraId="21789A87" w14:textId="77777777" w:rsidTr="00C02D0A">
      <w:trPr>
        <w:trHeight w:hRule="exact" w:val="454"/>
      </w:trPr>
      <w:tc>
        <w:tcPr>
          <w:tcW w:w="1361" w:type="dxa"/>
          <w:tcMar>
            <w:top w:w="57" w:type="dxa"/>
            <w:left w:w="0" w:type="dxa"/>
            <w:right w:w="0" w:type="dxa"/>
          </w:tcMar>
        </w:tcPr>
        <w:p w14:paraId="3FABD145" w14:textId="77777777" w:rsidR="00120069" w:rsidRPr="00B8518B" w:rsidRDefault="00120069" w:rsidP="00523EA7">
          <w:pPr>
            <w:pStyle w:val="Zpat"/>
            <w:rPr>
              <w:rStyle w:val="slostrnky"/>
            </w:rPr>
          </w:pPr>
        </w:p>
      </w:tc>
      <w:tc>
        <w:tcPr>
          <w:tcW w:w="3458" w:type="dxa"/>
          <w:shd w:val="clear" w:color="auto" w:fill="auto"/>
          <w:tcMar>
            <w:top w:w="57" w:type="dxa"/>
            <w:left w:w="0" w:type="dxa"/>
            <w:right w:w="0" w:type="dxa"/>
          </w:tcMar>
        </w:tcPr>
        <w:p w14:paraId="3D8816B6" w14:textId="77777777" w:rsidR="00120069" w:rsidRDefault="00120069" w:rsidP="00523EA7">
          <w:pPr>
            <w:pStyle w:val="Zpat"/>
          </w:pPr>
        </w:p>
      </w:tc>
      <w:tc>
        <w:tcPr>
          <w:tcW w:w="5698" w:type="dxa"/>
          <w:shd w:val="clear" w:color="auto" w:fill="auto"/>
          <w:tcMar>
            <w:top w:w="57" w:type="dxa"/>
            <w:left w:w="0" w:type="dxa"/>
            <w:right w:w="0" w:type="dxa"/>
          </w:tcMar>
        </w:tcPr>
        <w:p w14:paraId="28DC2B5F" w14:textId="77777777" w:rsidR="00120069" w:rsidRPr="00D6163D" w:rsidRDefault="00120069" w:rsidP="00D6163D">
          <w:pPr>
            <w:pStyle w:val="Druhdokumentu"/>
          </w:pPr>
        </w:p>
      </w:tc>
    </w:tr>
  </w:tbl>
  <w:p w14:paraId="2ACCFDAB" w14:textId="77777777" w:rsidR="00120069" w:rsidRPr="00D6163D" w:rsidRDefault="0012006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0069" w14:paraId="22BFF4D1" w14:textId="77777777" w:rsidTr="00C02D0A">
      <w:trPr>
        <w:trHeight w:hRule="exact" w:val="454"/>
      </w:trPr>
      <w:tc>
        <w:tcPr>
          <w:tcW w:w="1361" w:type="dxa"/>
          <w:tcMar>
            <w:top w:w="57" w:type="dxa"/>
            <w:left w:w="0" w:type="dxa"/>
            <w:right w:w="0" w:type="dxa"/>
          </w:tcMar>
        </w:tcPr>
        <w:p w14:paraId="450E49AB" w14:textId="77777777" w:rsidR="00120069" w:rsidRPr="00B8518B" w:rsidRDefault="00120069" w:rsidP="00523EA7">
          <w:pPr>
            <w:pStyle w:val="Zpat"/>
            <w:rPr>
              <w:rStyle w:val="slostrnky"/>
            </w:rPr>
          </w:pPr>
        </w:p>
      </w:tc>
      <w:tc>
        <w:tcPr>
          <w:tcW w:w="3458" w:type="dxa"/>
          <w:shd w:val="clear" w:color="auto" w:fill="auto"/>
          <w:tcMar>
            <w:top w:w="57" w:type="dxa"/>
            <w:left w:w="0" w:type="dxa"/>
            <w:right w:w="0" w:type="dxa"/>
          </w:tcMar>
        </w:tcPr>
        <w:p w14:paraId="502CF631" w14:textId="77777777" w:rsidR="00120069" w:rsidRDefault="00120069" w:rsidP="00523EA7">
          <w:pPr>
            <w:pStyle w:val="Zpat"/>
          </w:pPr>
        </w:p>
      </w:tc>
      <w:tc>
        <w:tcPr>
          <w:tcW w:w="5698" w:type="dxa"/>
          <w:shd w:val="clear" w:color="auto" w:fill="auto"/>
          <w:tcMar>
            <w:top w:w="57" w:type="dxa"/>
            <w:left w:w="0" w:type="dxa"/>
            <w:right w:w="0" w:type="dxa"/>
          </w:tcMar>
        </w:tcPr>
        <w:p w14:paraId="67EDA42B" w14:textId="77777777" w:rsidR="00120069" w:rsidRPr="00D6163D" w:rsidRDefault="00120069" w:rsidP="00D6163D">
          <w:pPr>
            <w:pStyle w:val="Druhdokumentu"/>
          </w:pPr>
        </w:p>
      </w:tc>
    </w:tr>
  </w:tbl>
  <w:p w14:paraId="391FBEAF" w14:textId="77777777" w:rsidR="00120069" w:rsidRPr="00D6163D" w:rsidRDefault="0012006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5998"/>
    <w:rsid w:val="00056BB3"/>
    <w:rsid w:val="0006588D"/>
    <w:rsid w:val="00067A5E"/>
    <w:rsid w:val="000719BB"/>
    <w:rsid w:val="00072A65"/>
    <w:rsid w:val="00072C1E"/>
    <w:rsid w:val="000A2DC4"/>
    <w:rsid w:val="000B47E5"/>
    <w:rsid w:val="000B4EB8"/>
    <w:rsid w:val="000C41F2"/>
    <w:rsid w:val="000D22C4"/>
    <w:rsid w:val="000D27D1"/>
    <w:rsid w:val="000D695F"/>
    <w:rsid w:val="000E1A7F"/>
    <w:rsid w:val="00102D47"/>
    <w:rsid w:val="00112864"/>
    <w:rsid w:val="00114472"/>
    <w:rsid w:val="00114988"/>
    <w:rsid w:val="00115069"/>
    <w:rsid w:val="001150F2"/>
    <w:rsid w:val="00120069"/>
    <w:rsid w:val="00143EC0"/>
    <w:rsid w:val="001656A2"/>
    <w:rsid w:val="00165977"/>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85325"/>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1580"/>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B7B47"/>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C73EA"/>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F3C5E4-D188-4D48-839C-BD5C332D2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488</TotalTime>
  <Pages>22</Pages>
  <Words>4821</Words>
  <Characters>28449</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57</cp:revision>
  <cp:lastPrinted>2019-09-27T11:09:00Z</cp:lastPrinted>
  <dcterms:created xsi:type="dcterms:W3CDTF">2019-03-19T08:45:00Z</dcterms:created>
  <dcterms:modified xsi:type="dcterms:W3CDTF">2021-03-12T06:59:00Z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